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1FC7C19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bookmarkStart w:id="0" w:name="_GoBack"/>
      <w:bookmarkEnd w:id="0"/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5C96D7E3" w:rsidR="000A3528" w:rsidRPr="000A3528" w:rsidRDefault="00E36A73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E36A73">
        <w:rPr>
          <w:rFonts w:eastAsia="Times New Roman"/>
          <w:bCs/>
          <w:szCs w:val="28"/>
          <w:lang w:eastAsia="ru-RU"/>
        </w:rPr>
        <w:t>от 24</w:t>
      </w:r>
      <w:r w:rsidR="00567E69">
        <w:rPr>
          <w:rFonts w:eastAsia="Times New Roman"/>
          <w:bCs/>
          <w:szCs w:val="28"/>
          <w:lang w:eastAsia="ru-RU"/>
        </w:rPr>
        <w:t xml:space="preserve"> ноября </w:t>
      </w:r>
      <w:r w:rsidRPr="00E36A73">
        <w:rPr>
          <w:rFonts w:eastAsia="Times New Roman"/>
          <w:bCs/>
          <w:szCs w:val="28"/>
          <w:lang w:eastAsia="ru-RU"/>
        </w:rPr>
        <w:t>2022 года № 285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60A9FAA5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93BEB" w:rsidRPr="00493BEB">
        <w:rPr>
          <w:b/>
          <w:szCs w:val="28"/>
        </w:rPr>
        <w:t xml:space="preserve">на 2023 год и на плановый </w:t>
      </w:r>
    </w:p>
    <w:p w14:paraId="393DDBDC" w14:textId="442840D0" w:rsidR="00035823" w:rsidRDefault="00493BEB" w:rsidP="00224113">
      <w:pPr>
        <w:jc w:val="center"/>
        <w:rPr>
          <w:b/>
          <w:szCs w:val="28"/>
        </w:rPr>
      </w:pPr>
      <w:r w:rsidRPr="00493BEB">
        <w:rPr>
          <w:b/>
          <w:szCs w:val="28"/>
        </w:rPr>
        <w:t>период 2024 и 2025 годов</w:t>
      </w:r>
    </w:p>
    <w:p w14:paraId="457D13E5" w14:textId="499461A9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5511"/>
        <w:gridCol w:w="1180"/>
        <w:gridCol w:w="1230"/>
        <w:gridCol w:w="1227"/>
      </w:tblGrid>
      <w:tr w:rsidR="00A42C88" w:rsidRPr="00A42C88" w14:paraId="6087CA00" w14:textId="77777777" w:rsidTr="00A42C88">
        <w:trPr>
          <w:trHeight w:val="20"/>
          <w:tblHeader/>
        </w:trPr>
        <w:tc>
          <w:tcPr>
            <w:tcW w:w="580" w:type="dxa"/>
            <w:shd w:val="clear" w:color="auto" w:fill="auto"/>
            <w:vAlign w:val="bottom"/>
            <w:hideMark/>
          </w:tcPr>
          <w:p w14:paraId="65ABDA23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0CDC66A8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7E5AEAC2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0ED095E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14:paraId="208D1C6A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216DED" w:rsidRPr="00A42C88" w14:paraId="5CF153F2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45D4FE2" w14:textId="77777777" w:rsidR="00216DED" w:rsidRPr="00A42C88" w:rsidRDefault="00216DED" w:rsidP="00216DE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ACE6639" w14:textId="77777777" w:rsidR="00216DED" w:rsidRPr="00A42C88" w:rsidRDefault="00216DED" w:rsidP="00216DED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4595E" w14:textId="0546292C" w:rsidR="00216DED" w:rsidRPr="00216DED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16DED">
              <w:rPr>
                <w:b/>
                <w:bCs/>
                <w:sz w:val="24"/>
                <w:szCs w:val="24"/>
              </w:rPr>
              <w:t>214 682,5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561FD" w14:textId="5558F3A4" w:rsidR="00216DED" w:rsidRPr="00216DED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16DED">
              <w:rPr>
                <w:b/>
                <w:bCs/>
                <w:sz w:val="24"/>
                <w:szCs w:val="24"/>
              </w:rPr>
              <w:t>179 668,8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DDAF" w14:textId="046898C9" w:rsidR="00216DED" w:rsidRPr="00216DED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16DED">
              <w:rPr>
                <w:b/>
                <w:bCs/>
                <w:sz w:val="24"/>
                <w:szCs w:val="24"/>
              </w:rPr>
              <w:t>182 130,2</w:t>
            </w:r>
          </w:p>
        </w:tc>
      </w:tr>
      <w:tr w:rsidR="00216DED" w:rsidRPr="00A42C88" w14:paraId="01645D26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12E4ECB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891A074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72C2" w14:textId="6903D4E5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730,0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568A" w14:textId="73DAE0B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749,3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4D2B5" w14:textId="4C203CC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749,3</w:t>
            </w:r>
          </w:p>
        </w:tc>
      </w:tr>
      <w:tr w:rsidR="00216DED" w:rsidRPr="00A42C88" w14:paraId="291C4658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25623CB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3DA7E3EF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2E35" w14:textId="4C5599A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88 854,0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ABCD" w14:textId="41F5BFD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53 532,5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BDC0" w14:textId="50F8754F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53 532,5</w:t>
            </w:r>
          </w:p>
        </w:tc>
      </w:tr>
      <w:tr w:rsidR="00216DED" w:rsidRPr="00A42C88" w14:paraId="48954A5C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C35E68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E099DB7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3877" w14:textId="6C8B4BD3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58 619,0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715E8" w14:textId="1C40E701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60 962,5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359A" w14:textId="4AD8CEE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63 402,2</w:t>
            </w:r>
          </w:p>
        </w:tc>
      </w:tr>
      <w:tr w:rsidR="00216DED" w:rsidRPr="00A42C88" w14:paraId="60A922B7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252771A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0AFE574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7826" w14:textId="11081E96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49 772,8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7F797" w14:textId="6E696B8F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51 263,2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0EA9" w14:textId="68A1D17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51 263,2</w:t>
            </w:r>
          </w:p>
        </w:tc>
      </w:tr>
      <w:tr w:rsidR="00216DED" w:rsidRPr="00A42C88" w14:paraId="37F99612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3A59E98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3C21E70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673C6" w14:textId="1B1FD64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7 214,9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388B" w14:textId="47B0C729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8 059,8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D628" w14:textId="08DF1E7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8 059,8</w:t>
            </w:r>
          </w:p>
        </w:tc>
      </w:tr>
      <w:tr w:rsidR="00216DED" w:rsidRPr="00A42C88" w14:paraId="57B4371B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FF0CB3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F9718E6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22B8" w14:textId="7455835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1 477,8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7CDA8" w14:textId="2BBD4DB9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1 319,5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4D39" w14:textId="0AE79C3C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1 324,6</w:t>
            </w:r>
          </w:p>
        </w:tc>
      </w:tr>
      <w:tr w:rsidR="00216DED" w:rsidRPr="00A42C88" w14:paraId="4D98DBAE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7B2F7E0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7DC29E2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B752" w14:textId="1B33046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950,0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86DB4" w14:textId="1255DA9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950,0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4C9D" w14:textId="12EC32E7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950,0</w:t>
            </w:r>
          </w:p>
        </w:tc>
      </w:tr>
      <w:tr w:rsidR="00216DED" w:rsidRPr="00A42C88" w14:paraId="65903FFE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308856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CEB3B2F" w14:textId="0C079BB0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</w:t>
            </w: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624D" w14:textId="0E4A9C5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294,0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9F0ED" w14:textId="1E7C380D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294,0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C7C7A" w14:textId="0AD64617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294,0</w:t>
            </w:r>
          </w:p>
        </w:tc>
      </w:tr>
      <w:tr w:rsidR="00216DED" w:rsidRPr="00A42C88" w14:paraId="51035EE1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9F3CDC9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492A820B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BAA8" w14:textId="41429D45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2 353,7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4B6FD" w14:textId="71936F3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351,0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00C5" w14:textId="72C54670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351,0</w:t>
            </w:r>
          </w:p>
        </w:tc>
      </w:tr>
      <w:tr w:rsidR="00216DED" w:rsidRPr="00A42C88" w14:paraId="66229852" w14:textId="77777777" w:rsidTr="005A1F90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95BCB5D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195584C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2735" w14:textId="5A515106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4 416,3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2705" w14:textId="5AD30EC1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2 187,0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D3F1" w14:textId="42BB8DE1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2 203,6</w:t>
            </w:r>
          </w:p>
        </w:tc>
      </w:tr>
    </w:tbl>
    <w:p w14:paraId="72F0C87E" w14:textId="19CE7311" w:rsidR="00CE3B38" w:rsidRDefault="000A3528" w:rsidP="00D472CF">
      <w:pPr>
        <w:ind w:hanging="425"/>
        <w:jc w:val="right"/>
        <w:rPr>
          <w:szCs w:val="28"/>
        </w:rPr>
      </w:pPr>
      <w:r>
        <w:rPr>
          <w:szCs w:val="28"/>
        </w:rPr>
        <w:t>».</w:t>
      </w: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21E5164E" w14:textId="77777777" w:rsidR="00567E69" w:rsidRDefault="00567E69" w:rsidP="00461704">
      <w:pPr>
        <w:jc w:val="both"/>
        <w:rPr>
          <w:szCs w:val="28"/>
        </w:rPr>
      </w:pPr>
    </w:p>
    <w:p w14:paraId="217655DC" w14:textId="6C9564F5" w:rsidR="00A42C88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</w:t>
      </w:r>
      <w:r w:rsidR="004506EE" w:rsidRPr="004506EE">
        <w:rPr>
          <w:rFonts w:eastAsia="Calibri"/>
          <w:szCs w:val="28"/>
        </w:rPr>
        <w:t>ачальник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>финансового управления</w:t>
      </w:r>
    </w:p>
    <w:p w14:paraId="02124899" w14:textId="77777777" w:rsidR="00567E69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а</w:t>
      </w:r>
      <w:r w:rsidR="004506EE" w:rsidRPr="004506EE">
        <w:rPr>
          <w:rFonts w:eastAsia="Calibri"/>
          <w:szCs w:val="28"/>
        </w:rPr>
        <w:t>дминистрации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>муниципального</w:t>
      </w:r>
    </w:p>
    <w:p w14:paraId="7C7626FA" w14:textId="6796AA11" w:rsidR="00627195" w:rsidRPr="002C65D5" w:rsidRDefault="004506EE" w:rsidP="00567E69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образования</w:t>
      </w:r>
      <w:r w:rsidR="00567E69">
        <w:rPr>
          <w:rFonts w:eastAsia="Calibri"/>
          <w:szCs w:val="28"/>
        </w:rPr>
        <w:t xml:space="preserve"> </w:t>
      </w:r>
      <w:r w:rsidRPr="004506EE">
        <w:rPr>
          <w:rFonts w:eastAsia="Calibri"/>
          <w:szCs w:val="28"/>
        </w:rPr>
        <w:t>Новокубанский район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sectPr w:rsidR="00627195" w:rsidRPr="002C65D5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B8457" w14:textId="77777777" w:rsidR="001C4DF6" w:rsidRDefault="001C4DF6" w:rsidP="00E12559">
      <w:r>
        <w:separator/>
      </w:r>
    </w:p>
  </w:endnote>
  <w:endnote w:type="continuationSeparator" w:id="0">
    <w:p w14:paraId="58F6083C" w14:textId="77777777" w:rsidR="001C4DF6" w:rsidRDefault="001C4DF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E71F3" w14:textId="77777777" w:rsidR="001C4DF6" w:rsidRDefault="001C4DF6" w:rsidP="00E12559">
      <w:r>
        <w:separator/>
      </w:r>
    </w:p>
  </w:footnote>
  <w:footnote w:type="continuationSeparator" w:id="0">
    <w:p w14:paraId="33514E96" w14:textId="77777777" w:rsidR="001C4DF6" w:rsidRDefault="001C4DF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392387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17C75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41A1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4CE2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C4DF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6DED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387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5A44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305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4333"/>
    <w:rsid w:val="00566C6E"/>
    <w:rsid w:val="00567E69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026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17EDC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13AE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5A90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2C88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1814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5D0C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BDD912"/>
  <w15:docId w15:val="{0E0BD7AC-A590-42B3-BC7E-EFAC3636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C594-B1DF-49A7-B8EC-26B33E3E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572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127</cp:revision>
  <cp:lastPrinted>2023-08-30T07:24:00Z</cp:lastPrinted>
  <dcterms:created xsi:type="dcterms:W3CDTF">2017-09-18T13:02:00Z</dcterms:created>
  <dcterms:modified xsi:type="dcterms:W3CDTF">2023-09-07T09:09:00Z</dcterms:modified>
</cp:coreProperties>
</file>